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56" w:rsidRDefault="003F5156">
      <w:bookmarkStart w:id="0" w:name="OLE_LINK1"/>
      <w:bookmarkStart w:id="1" w:name="OLE_LINK2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4.25pt;margin-top:56.7pt;width:75pt;height:0;z-index:251678208" o:connectortype="straight"/>
        </w:pict>
      </w:r>
      <w:r>
        <w:rPr>
          <w:noProof/>
        </w:rPr>
        <w:pict>
          <v:roundrect id="_x0000_s1027" style="position:absolute;margin-left:194.25pt;margin-top:-9.3pt;width:75pt;height:129.75pt;z-index:251677184" arcsize="10923f">
            <v:textbox>
              <w:txbxContent>
                <w:p w:rsidR="003F5156" w:rsidRPr="0004461D" w:rsidRDefault="003F5156">
                  <w:pPr>
                    <w:rPr>
                      <w:sz w:val="18"/>
                    </w:rPr>
                  </w:pPr>
                  <w:r w:rsidRPr="0004461D">
                    <w:rPr>
                      <w:sz w:val="18"/>
                    </w:rPr>
                    <w:t>3 - 2³ + ( 4 x 3 + 3)</w:t>
                  </w:r>
                </w:p>
                <w:p w:rsidR="003F5156" w:rsidRDefault="003F5156" w:rsidP="0004461D">
                  <w:pPr>
                    <w:jc w:val="center"/>
                  </w:pPr>
                  <w:r>
                    <w:t>X=?</w:t>
                  </w:r>
                </w:p>
                <w:p w:rsidR="003F5156" w:rsidRDefault="003F5156">
                  <w:r>
                    <w:t>Mass per volume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28" type="#_x0000_t32" style="position:absolute;margin-left:93.75pt;margin-top:54.45pt;width:75pt;height:0;z-index:251676160" o:connectortype="straight"/>
        </w:pict>
      </w:r>
      <w:r>
        <w:rPr>
          <w:noProof/>
        </w:rPr>
        <w:pict>
          <v:roundrect id="_x0000_s1029" style="position:absolute;margin-left:93.75pt;margin-top:-11.55pt;width:75pt;height:129.75pt;z-index:251675136" arcsize="10923f">
            <v:textbox>
              <w:txbxContent>
                <w:p w:rsidR="003F5156" w:rsidRPr="0004461D" w:rsidRDefault="003F5156" w:rsidP="0004461D">
                  <w:pPr>
                    <w:rPr>
                      <w:sz w:val="18"/>
                    </w:rPr>
                  </w:pPr>
                  <w:r w:rsidRPr="0004461D">
                    <w:rPr>
                      <w:sz w:val="18"/>
                    </w:rPr>
                    <w:t>(y – 2)( y + 18) = 144</w:t>
                  </w:r>
                </w:p>
                <w:p w:rsidR="003F5156" w:rsidRPr="0004461D" w:rsidRDefault="003F5156" w:rsidP="0004461D">
                  <w:pPr>
                    <w:jc w:val="center"/>
                    <w:rPr>
                      <w:sz w:val="20"/>
                    </w:rPr>
                  </w:pPr>
                  <w:r w:rsidRPr="0004461D">
                    <w:rPr>
                      <w:sz w:val="20"/>
                    </w:rPr>
                    <w:t>Y = ?</w:t>
                  </w:r>
                </w:p>
                <w:p w:rsidR="003F5156" w:rsidRPr="004909D3" w:rsidRDefault="003F5156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br/>
                  </w:r>
                  <w:r w:rsidRPr="004909D3">
                    <w:rPr>
                      <w:sz w:val="16"/>
                      <w:szCs w:val="16"/>
                    </w:rPr>
                    <w:t>Force is proportional to acceleration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0" type="#_x0000_t32" style="position:absolute;margin-left:3pt;margin-top:54.45pt;width:75pt;height:0;z-index:251682304" o:connectortype="straight"/>
        </w:pict>
      </w:r>
      <w:r>
        <w:rPr>
          <w:noProof/>
        </w:rPr>
        <w:pict>
          <v:roundrect id="_x0000_s1031" style="position:absolute;margin-left:3pt;margin-top:-11.55pt;width:75pt;height:129.75pt;z-index:251681280" arcsize="10923f">
            <v:textbox>
              <w:txbxContent>
                <w:p w:rsidR="003F5156" w:rsidRDefault="003F5156"/>
                <w:p w:rsidR="003F5156" w:rsidRPr="0004461D" w:rsidRDefault="003F5156" w:rsidP="0004461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2" type="#_x0000_t32" style="position:absolute;margin-left:293.25pt;margin-top:56.7pt;width:75pt;height:0;z-index:251680256" o:connectortype="straight"/>
        </w:pict>
      </w:r>
      <w:r>
        <w:rPr>
          <w:noProof/>
        </w:rPr>
        <w:pict>
          <v:roundrect id="_x0000_s1033" style="position:absolute;margin-left:293.25pt;margin-top:-9.3pt;width:75pt;height:129.75pt;z-index:251679232" arcsize="10923f">
            <v:textbox>
              <w:txbxContent>
                <w:p w:rsidR="003F5156" w:rsidRDefault="003F5156"/>
                <w:p w:rsidR="003F5156" w:rsidRPr="0004461D" w:rsidRDefault="003F5156" w:rsidP="0004461D">
                  <w:pPr>
                    <w:jc w:val="center"/>
                    <w:rPr>
                      <w:sz w:val="28"/>
                      <w:szCs w:val="28"/>
                    </w:rPr>
                  </w:pPr>
                  <w:r w:rsidRPr="0004461D">
                    <w:rPr>
                      <w:sz w:val="28"/>
                      <w:szCs w:val="28"/>
                    </w:rPr>
                    <w:t>10</w:t>
                  </w:r>
                </w:p>
                <w:p w:rsidR="003F5156" w:rsidRDefault="003F5156" w:rsidP="0004461D">
                  <w:r>
                    <w:br/>
                    <w:t>6² + 8² =  b²</w:t>
                  </w:r>
                </w:p>
                <w:p w:rsidR="003F5156" w:rsidRDefault="003F5156" w:rsidP="0004461D">
                  <w:pPr>
                    <w:jc w:val="center"/>
                  </w:pPr>
                  <w:r>
                    <w:t>B  =  ?</w:t>
                  </w:r>
                </w:p>
              </w:txbxContent>
            </v:textbox>
          </v:roundrect>
        </w:pict>
      </w:r>
    </w:p>
    <w:p w:rsidR="003F5156" w:rsidRDefault="003F5156"/>
    <w:p w:rsidR="003F5156" w:rsidRDefault="003F5156"/>
    <w:p w:rsidR="003F5156" w:rsidRDefault="003F5156"/>
    <w:p w:rsidR="003F5156" w:rsidRDefault="003F5156"/>
    <w:p w:rsidR="003F5156" w:rsidRDefault="003F5156"/>
    <w:p w:rsidR="003F5156" w:rsidRDefault="003F5156"/>
    <w:p w:rsidR="003F5156" w:rsidRDefault="003F5156">
      <w:r>
        <w:rPr>
          <w:noProof/>
        </w:rPr>
        <w:pict>
          <v:roundrect id="_x0000_s1034" style="position:absolute;margin-left:331.5pt;margin-top:198.75pt;width:75pt;height:129.75pt;z-index:251654656" arcsize="10923f"/>
        </w:pict>
      </w:r>
      <w:r>
        <w:rPr>
          <w:noProof/>
        </w:rPr>
        <w:pict>
          <v:shape id="_x0000_s1035" type="#_x0000_t32" style="position:absolute;margin-left:330pt;margin-top:262.15pt;width:75pt;height:0;z-index:251660800" o:connectortype="straight"/>
        </w:pict>
      </w:r>
      <w:r>
        <w:rPr>
          <w:noProof/>
        </w:rPr>
        <w:pict>
          <v:shape id="_x0000_s1036" type="#_x0000_t32" style="position:absolute;margin-left:-3.75pt;margin-top:182.25pt;width:75pt;height:0;z-index:251659776" o:connectortype="straight"/>
        </w:pict>
      </w:r>
      <w:r>
        <w:rPr>
          <w:noProof/>
        </w:rPr>
        <w:pict>
          <v:shape id="_x0000_s1037" type="#_x0000_t32" style="position:absolute;margin-left:87.75pt;margin-top:181.5pt;width:75pt;height:0;z-index:251658752" o:connectortype="straight"/>
        </w:pict>
      </w:r>
      <w:r>
        <w:rPr>
          <w:noProof/>
        </w:rPr>
        <w:pict>
          <v:shape id="_x0000_s1038" type="#_x0000_t32" style="position:absolute;margin-left:192.75pt;margin-top:32.25pt;width:75pt;height:0;z-index:251657728" o:connectortype="straight"/>
        </w:pict>
      </w:r>
      <w:r>
        <w:rPr>
          <w:noProof/>
        </w:rPr>
        <w:pict>
          <v:shape id="_x0000_s1039" type="#_x0000_t32" style="position:absolute;margin-left:93.75pt;margin-top:31.5pt;width:75pt;height:0;z-index:251656704" o:connectortype="straight"/>
        </w:pict>
      </w:r>
      <w:r>
        <w:rPr>
          <w:noProof/>
        </w:rPr>
        <w:pict>
          <v:shape id="_x0000_s1040" type="#_x0000_t32" style="position:absolute;margin-left:3pt;margin-top:31.5pt;width:75pt;height:0;z-index:251655680" o:connectortype="straight"/>
        </w:pict>
      </w:r>
      <w:r>
        <w:rPr>
          <w:noProof/>
        </w:rPr>
        <w:pict>
          <v:roundrect id="_x0000_s1041" style="position:absolute;margin-left:87.75pt;margin-top:117pt;width:75pt;height:129.75pt;z-index:251652608" arcsize="10923f">
            <v:textbox>
              <w:txbxContent>
                <w:p w:rsidR="003F5156" w:rsidRDefault="003F5156"/>
                <w:p w:rsidR="003F5156" w:rsidRDefault="003F5156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i1027" type="#_x0000_t75" style="width:54pt;height:19.5pt;visibility:visible">
                        <v:imagedata r:id="rId4" o:title=""/>
                      </v:shape>
                    </w:pict>
                  </w:r>
                </w:p>
                <w:p w:rsidR="003F5156" w:rsidRDefault="003F5156"/>
                <w:p w:rsidR="003F5156" w:rsidRDefault="003F5156" w:rsidP="00FC5C44">
                  <w:r>
                    <w:rPr>
                      <w:noProof/>
                    </w:rPr>
                    <w:pict>
                      <v:shape id="_x0000_i1028" type="#_x0000_t75" style="width:54pt;height:19.5pt;visibility:visible">
                        <v:imagedata r:id="rId4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2" style="position:absolute;margin-left:-3pt;margin-top:117pt;width:75pt;height:129.75pt;z-index:251653632" arcsize="10923f">
            <v:textbox>
              <w:txbxContent>
                <w:p w:rsidR="003F5156" w:rsidRPr="00D3332D" w:rsidRDefault="003F5156">
                  <w:pPr>
                    <w:rPr>
                      <w:sz w:val="14"/>
                      <w:szCs w:val="14"/>
                    </w:rPr>
                  </w:pPr>
                  <w:r w:rsidRPr="00D3332D">
                    <w:rPr>
                      <w:sz w:val="14"/>
                      <w:szCs w:val="14"/>
                    </w:rPr>
                    <w:t>An object at rest will remain at rest unless acted upon by an external unbalanced force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3" style="position:absolute;margin-left:93.75pt;margin-top:-33.75pt;width:75pt;height:129.75pt;z-index:251649536" arcsize="10923f">
            <v:textbox>
              <w:txbxContent>
                <w:p w:rsidR="003F5156" w:rsidRDefault="003F5156"/>
                <w:p w:rsidR="003F5156" w:rsidRDefault="003F5156" w:rsidP="00DA1BEB">
                  <w:r>
                    <w:t>M to V</w:t>
                  </w:r>
                </w:p>
                <w:p w:rsidR="003F5156" w:rsidRDefault="003F5156">
                  <w:pPr>
                    <w:rPr>
                      <w:sz w:val="20"/>
                    </w:rPr>
                  </w:pPr>
                </w:p>
                <w:p w:rsidR="003F5156" w:rsidRPr="00224F42" w:rsidRDefault="003F5156">
                  <w:pPr>
                    <w:rPr>
                      <w:sz w:val="20"/>
                    </w:rPr>
                  </w:pPr>
                  <w:r w:rsidRPr="00224F42">
                    <w:rPr>
                      <w:sz w:val="20"/>
                    </w:rPr>
                    <w:t xml:space="preserve">Force is measured in </w:t>
                  </w:r>
                  <w:smartTag w:uri="urn:schemas-microsoft-com:office:smarttags" w:element="City">
                    <w:smartTag w:uri="urn:schemas-microsoft-com:office:smarttags" w:element="place">
                      <w:r w:rsidRPr="00224F42">
                        <w:rPr>
                          <w:sz w:val="20"/>
                        </w:rPr>
                        <w:t>Newtons</w:t>
                      </w:r>
                    </w:smartTag>
                  </w:smartTag>
                </w:p>
              </w:txbxContent>
            </v:textbox>
          </v:roundrect>
        </w:pict>
      </w:r>
      <w:r>
        <w:rPr>
          <w:noProof/>
        </w:rPr>
        <w:pict>
          <v:roundrect id="_x0000_s1044" style="position:absolute;margin-left:3pt;margin-top:-33.75pt;width:75pt;height:129.75pt;z-index:251651584" arcsize="10923f">
            <v:textbox>
              <w:txbxContent>
                <w:p w:rsidR="003F5156" w:rsidRDefault="003F5156"/>
                <w:p w:rsidR="003F5156" w:rsidRDefault="003F5156">
                  <w:r>
                    <w:t>1:2:3:2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45" style="position:absolute;margin-left:194.25pt;margin-top:-31.5pt;width:75pt;height:129.75pt;z-index:251650560" arcsize="10923f">
            <v:textbox>
              <w:txbxContent>
                <w:p w:rsidR="003F5156" w:rsidRDefault="003F5156"/>
                <w:p w:rsidR="003F5156" w:rsidRDefault="003F5156">
                  <w:r>
                    <w:t>Ratio</w:t>
                  </w:r>
                </w:p>
                <w:p w:rsidR="003F5156" w:rsidRDefault="003F5156"/>
                <w:p w:rsidR="003F5156" w:rsidRDefault="003F5156">
                  <w:r>
                    <w:t>Ratio</w:t>
                  </w:r>
                </w:p>
              </w:txbxContent>
            </v:textbox>
          </v:roundrect>
        </w:pict>
      </w:r>
      <w:r>
        <w:br w:type="page"/>
      </w:r>
    </w:p>
    <w:p w:rsidR="003F5156" w:rsidRDefault="003F5156" w:rsidP="00FC5C44">
      <w:pPr>
        <w:outlineLvl w:val="0"/>
      </w:pPr>
      <w:r>
        <w:rPr>
          <w:noProof/>
        </w:rPr>
        <w:pict>
          <v:roundrect id="_x0000_s1046" style="position:absolute;margin-left:570pt;margin-top:-22.5pt;width:75pt;height:129.75pt;z-index:251673088" arcsize="10923f">
            <v:textbox style="mso-next-textbox:#_x0000_s1046">
              <w:txbxContent>
                <w:p w:rsidR="003F5156" w:rsidRDefault="003F5156" w:rsidP="003D7136">
                  <w:r>
                    <w:rPr>
                      <w:noProof/>
                    </w:rPr>
                    <w:pict>
                      <v:shape id="Picture 3" o:spid="_x0000_i1031" type="#_x0000_t75" style="width:54pt;height:43.5pt;visibility:visible">
                        <v:imagedata r:id="rId5" o:title=""/>
                        <o:lock v:ext="edit" cropping="t"/>
                      </v:shape>
                    </w:pict>
                  </w:r>
                </w:p>
                <w:p w:rsidR="003F5156" w:rsidRDefault="003F5156" w:rsidP="003D7136">
                  <w:r>
                    <w:br/>
                  </w:r>
                  <w:r>
                    <w:rPr>
                      <w:noProof/>
                    </w:rPr>
                    <w:pict>
                      <v:shape id="_x0000_i1032" type="#_x0000_t75" style="width:54pt;height:43.5pt;visibility:visible">
                        <v:imagedata r:id="rId5" o:title=""/>
                        <o:lock v:ext="edit" cropping="t"/>
                      </v:shape>
                    </w:pic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roundrect id="_x0000_s1047" style="position:absolute;margin-left:78pt;margin-top:-28.5pt;width:75pt;height:129.75pt;z-index:251661824" arcsize="10923f">
            <v:textbox style="mso-next-textbox:#_x0000_s1047">
              <w:txbxContent>
                <w:p w:rsidR="003F5156" w:rsidRDefault="003F5156" w:rsidP="00141567">
                  <w:r>
                    <w:br/>
                    <w:t>Balanced force</w:t>
                  </w:r>
                </w:p>
                <w:p w:rsidR="003F5156" w:rsidRDefault="003F5156"/>
                <w:p w:rsidR="003F5156" w:rsidRDefault="003F5156">
                  <w:r>
                    <w:t>F= m    a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8" type="#_x0000_t32" style="position:absolute;margin-left:474.75pt;margin-top:42pt;width:75pt;height:0;z-index:251672064" o:connectortype="straight"/>
        </w:pict>
      </w:r>
      <w:r>
        <w:rPr>
          <w:noProof/>
        </w:rPr>
        <w:pict>
          <v:roundrect id="_x0000_s1049" style="position:absolute;margin-left:474.75pt;margin-top:-24pt;width:75pt;height:129.75pt;z-index:251671040" arcsize="10923f">
            <v:textbox style="mso-next-textbox:#_x0000_s1049">
              <w:txbxContent>
                <w:p w:rsidR="003F5156" w:rsidRDefault="003F5156" w:rsidP="003D7136">
                  <w:pPr>
                    <w:jc w:val="center"/>
                  </w:pPr>
                  <w:r>
                    <w:rPr>
                      <w:noProof/>
                    </w:rPr>
                    <w:pict>
                      <v:shape id="Picture 7" o:spid="_x0000_i1034" type="#_x0000_t75" style="width:51.75pt;height:41.25pt;visibility:visible">
                        <v:imagedata r:id="rId6" o:title=""/>
                      </v:shape>
                    </w:pict>
                  </w:r>
                </w:p>
                <w:p w:rsidR="003F5156" w:rsidRDefault="003F5156" w:rsidP="003D7136">
                  <w:pPr>
                    <w:jc w:val="center"/>
                  </w:pPr>
                  <w:r>
                    <w:br/>
                    <w:t>Genetics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0" type="#_x0000_t32" style="position:absolute;margin-left:-9pt;margin-top:37.5pt;width:75pt;height:0;z-index:251670016" o:connectortype="straight"/>
        </w:pict>
      </w:r>
      <w:r>
        <w:rPr>
          <w:noProof/>
        </w:rPr>
        <w:pict>
          <v:roundrect id="_x0000_s1051" style="position:absolute;margin-left:-9pt;margin-top:-28.5pt;width:75pt;height:129.75pt;z-index:251625984" arcsize="10923f">
            <v:textbox style="mso-next-textbox:#_x0000_s1051">
              <w:txbxContent>
                <w:p w:rsidR="003F5156" w:rsidRDefault="003F5156">
                  <w:smartTag w:uri="urn:schemas-microsoft-com:office:smarttags" w:element="City">
                    <w:smartTag w:uri="urn:schemas-microsoft-com:office:smarttags" w:element="place">
                      <w:r>
                        <w:t>Newton</w:t>
                      </w:r>
                    </w:smartTag>
                  </w:smartTag>
                  <w:r>
                    <w:t xml:space="preserve">’s </w:t>
                  </w:r>
                  <w:r>
                    <w:br/>
                    <w:t xml:space="preserve"> Second Law of Motion</w: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shape id="_x0000_s1052" type="#_x0000_t32" style="position:absolute;margin-left:378pt;margin-top:42pt;width:75pt;height:0;z-index:251668992" o:connectortype="straight"/>
        </w:pict>
      </w:r>
      <w:r>
        <w:rPr>
          <w:noProof/>
        </w:rPr>
        <w:pict>
          <v:roundrect id="_x0000_s1053" style="position:absolute;margin-left:378pt;margin-top:-24pt;width:75pt;height:129.75pt;z-index:251667968" arcsize="10923f">
            <v:textbox style="mso-next-textbox:#_x0000_s1053">
              <w:txbxContent>
                <w:p w:rsidR="003F5156" w:rsidRDefault="003F5156">
                  <w:r>
                    <w:rPr>
                      <w:noProof/>
                    </w:rPr>
                    <w:pict>
                      <v:shape id="Picture 5" o:spid="_x0000_i1036" type="#_x0000_t75" style="width:51.75pt;height:51.75pt;visibility:visible">
                        <v:imagedata r:id="rId7" o:title=""/>
                      </v:shape>
                    </w:pict>
                  </w:r>
                </w:p>
                <w:p w:rsidR="003F5156" w:rsidRPr="0004461D" w:rsidRDefault="003F5156" w:rsidP="0004461D">
                  <w:pPr>
                    <w:spacing w:line="240" w:lineRule="auto"/>
                    <w:contextualSpacing/>
                    <w:rPr>
                      <w:sz w:val="16"/>
                      <w:szCs w:val="16"/>
                    </w:rPr>
                  </w:pPr>
                  <w:r w:rsidRPr="0004461D">
                    <w:rPr>
                      <w:sz w:val="16"/>
                      <w:szCs w:val="16"/>
                    </w:rPr>
                    <w:t>Intersection of</w:t>
                  </w:r>
                </w:p>
                <w:p w:rsidR="003F5156" w:rsidRPr="0004461D" w:rsidRDefault="003F5156" w:rsidP="0004461D">
                  <w:pPr>
                    <w:spacing w:line="240" w:lineRule="auto"/>
                    <w:contextualSpacing/>
                    <w:rPr>
                      <w:sz w:val="16"/>
                      <w:szCs w:val="16"/>
                    </w:rPr>
                  </w:pPr>
                  <w:r w:rsidRPr="0004461D">
                    <w:rPr>
                      <w:sz w:val="16"/>
                      <w:szCs w:val="16"/>
                    </w:rPr>
                    <w:t>Two or more segments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4" type="#_x0000_t32" style="position:absolute;margin-left:277.5pt;margin-top:39.75pt;width:75pt;height:0;z-index:251666944" o:connectortype="straight"/>
        </w:pict>
      </w:r>
      <w:r>
        <w:rPr>
          <w:noProof/>
        </w:rPr>
        <w:pict>
          <v:roundrect id="_x0000_s1055" style="position:absolute;margin-left:277.5pt;margin-top:-26.25pt;width:75pt;height:129.75pt;z-index:251665920" arcsize="10923f">
            <v:textbox style="mso-next-textbox:#_x0000_s1055">
              <w:txbxContent>
                <w:p w:rsidR="003F5156" w:rsidRDefault="003F5156">
                  <w:r>
                    <w:br/>
                    <w:t>Unbalanced Force</w:t>
                  </w:r>
                </w:p>
                <w:p w:rsidR="003F5156" w:rsidRDefault="003F5156"/>
                <w:p w:rsidR="003F5156" w:rsidRPr="0004461D" w:rsidRDefault="003F5156" w:rsidP="0004461D">
                  <w:pPr>
                    <w:jc w:val="center"/>
                    <w:rPr>
                      <w:sz w:val="28"/>
                      <w:szCs w:val="28"/>
                    </w:rPr>
                  </w:pPr>
                  <w:r w:rsidRPr="0004461D"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56" type="#_x0000_t32" style="position:absolute;margin-left:178.5pt;margin-top:39.75pt;width:75pt;height:0;z-index:251664896" o:connectortype="straight"/>
        </w:pict>
      </w:r>
      <w:r>
        <w:rPr>
          <w:noProof/>
        </w:rPr>
        <w:pict>
          <v:roundrect id="_x0000_s1057" style="position:absolute;margin-left:178.5pt;margin-top:-26.25pt;width:75pt;height:129.75pt;z-index:251663872" arcsize="10923f">
            <v:textbox style="mso-next-textbox:#_x0000_s1057">
              <w:txbxContent>
                <w:p w:rsidR="003F5156" w:rsidRDefault="003F5156" w:rsidP="00141567">
                  <w:smartTag w:uri="urn:schemas-microsoft-com:office:smarttags" w:element="City">
                    <w:smartTag w:uri="urn:schemas-microsoft-com:office:smarttags" w:element="place">
                      <w:r>
                        <w:t>Newton</w:t>
                      </w:r>
                    </w:smartTag>
                  </w:smartTag>
                  <w:r>
                    <w:t>’s Laws of Motion</w:t>
                  </w:r>
                </w:p>
                <w:p w:rsidR="003F5156" w:rsidRDefault="003F5156" w:rsidP="00285EE0">
                  <w:pPr>
                    <w:spacing w:after="0" w:line="240" w:lineRule="auto"/>
                    <w:jc w:val="center"/>
                  </w:pPr>
                  <w:r>
                    <w:br/>
                    <w:t xml:space="preserve"> A</w:t>
                  </w:r>
                </w:p>
                <w:p w:rsidR="003F5156" w:rsidRDefault="003F5156" w:rsidP="00285EE0">
                  <w:pPr>
                    <w:spacing w:after="0" w:line="240" w:lineRule="auto"/>
                    <w:jc w:val="center"/>
                  </w:pPr>
                  <w:r>
                    <w:t xml:space="preserve"> B</w: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shape id="_x0000_s1058" type="#_x0000_t32" style="position:absolute;margin-left:78pt;margin-top:37.5pt;width:75pt;height:0;z-index:251662848" o:connectortype="straight"/>
        </w:pict>
      </w:r>
      <w:r>
        <w:t>Newt</w:t>
      </w:r>
    </w:p>
    <w:p w:rsidR="003F5156" w:rsidRDefault="003F5156">
      <w:r>
        <w:rPr>
          <w:noProof/>
        </w:rPr>
        <w:pict>
          <v:shape id="_x0000_s1059" type="#_x0000_t32" style="position:absolute;margin-left:570pt;margin-top:18.05pt;width:75pt;height:0;z-index:251674112" o:connectortype="straight"/>
        </w:pict>
      </w:r>
    </w:p>
    <w:p w:rsidR="003F5156" w:rsidRDefault="003F5156">
      <w:r>
        <w:rPr>
          <w:noProof/>
        </w:rPr>
        <w:pict>
          <v:line id="_x0000_s1060" style="position:absolute;z-index:251689472" from="209pt,13.65pt" to="225.5pt,13.6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104.5pt;margin-top:4.65pt;width:22pt;height:18pt;z-index:251688448" filled="f" stroked="f">
            <v:textbox style="mso-next-textbox:#_x0000_s1061">
              <w:txbxContent>
                <w:p w:rsidR="003F5156" w:rsidRPr="004909D3" w:rsidRDefault="003F5156">
                  <w:pPr>
                    <w:rPr>
                      <w:b/>
                      <w:sz w:val="30"/>
                      <w:szCs w:val="30"/>
                    </w:rPr>
                  </w:pPr>
                  <w:r w:rsidRPr="004909D3">
                    <w:rPr>
                      <w:b/>
                      <w:sz w:val="30"/>
                      <w:szCs w:val="30"/>
                    </w:rPr>
                    <w:t>*</w:t>
                  </w:r>
                </w:p>
              </w:txbxContent>
            </v:textbox>
          </v:shape>
        </w:pict>
      </w:r>
    </w:p>
    <w:p w:rsidR="003F5156" w:rsidRDefault="003F5156">
      <w:r>
        <w:rPr>
          <w:noProof/>
        </w:rPr>
        <w:pict>
          <v:rect id="_x0000_s1062" style="position:absolute;margin-left:104.5pt;margin-top:6.25pt;width:16.5pt;height:9pt;z-index:251687424" filled="f" stroked="f"/>
        </w:pict>
      </w:r>
    </w:p>
    <w:p w:rsidR="003F5156" w:rsidRDefault="003F5156"/>
    <w:p w:rsidR="003F5156" w:rsidRDefault="003F5156">
      <w:r>
        <w:rPr>
          <w:noProof/>
        </w:rPr>
        <w:pict>
          <v:line id="_x0000_s1063" style="position:absolute;z-index:251686400" from="291.5pt,72.35pt" to="308pt,72.35pt"/>
        </w:pict>
      </w:r>
      <w:r>
        <w:rPr>
          <w:noProof/>
        </w:rPr>
        <w:pict>
          <v:line id="_x0000_s1064" style="position:absolute;z-index:251685376" from="99pt,216.35pt" to="115.5pt,216.35pt"/>
        </w:pict>
      </w:r>
      <w:r>
        <w:rPr>
          <w:noProof/>
        </w:rPr>
        <w:pict>
          <v:line id="_x0000_s1065" style="position:absolute;z-index:251684352" from="104.5pt,72.35pt" to="115.5pt,72.35pt"/>
        </w:pict>
      </w:r>
      <w:r>
        <w:rPr>
          <w:noProof/>
        </w:rPr>
        <w:pict>
          <v:oval id="_x0000_s1066" style="position:absolute;margin-left:110pt;margin-top:153.35pt;width:11pt;height:9pt;z-index:251683328" fillcolor="black"/>
        </w:pict>
      </w:r>
      <w:r>
        <w:rPr>
          <w:noProof/>
        </w:rPr>
        <w:pict>
          <v:shape id="_x0000_s1067" type="#_x0000_t32" style="position:absolute;margin-left:-9pt;margin-top:55.5pt;width:75pt;height:0;z-index:251646464" o:connectortype="straight"/>
        </w:pict>
      </w:r>
      <w:r>
        <w:rPr>
          <w:noProof/>
        </w:rPr>
        <w:pict>
          <v:roundrect id="_x0000_s1068" style="position:absolute;margin-left:-9pt;margin-top:-10.5pt;width:75pt;height:129.75pt;z-index:251645440" arcsize="10923f">
            <v:textbox>
              <w:txbxContent>
                <w:p w:rsidR="003F5156" w:rsidRDefault="003F5156"/>
                <w:p w:rsidR="003F5156" w:rsidRDefault="003F5156">
                  <w:r>
                    <w:t>Genetic Cross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69" type="#_x0000_t32" style="position:absolute;margin-left:-9pt;margin-top:201.75pt;width:75pt;height:0;z-index:251644416" o:connectortype="straight"/>
        </w:pict>
      </w:r>
      <w:r>
        <w:rPr>
          <w:noProof/>
        </w:rPr>
        <w:pict>
          <v:roundrect id="_x0000_s1070" style="position:absolute;margin-left:-9pt;margin-top:135.75pt;width:75pt;height:129.75pt;z-index:251643392" arcsize="10923f">
            <v:textbox>
              <w:txbxContent>
                <w:p w:rsidR="003F5156" w:rsidRDefault="003F5156"/>
                <w:p w:rsidR="003F5156" w:rsidRDefault="003F5156" w:rsidP="003D7136">
                  <w:r>
                    <w:t>VERTEX</w:t>
                  </w:r>
                </w:p>
                <w:p w:rsidR="003F5156" w:rsidRDefault="003F5156" w:rsidP="003D7136"/>
              </w:txbxContent>
            </v:textbox>
          </v:roundrect>
        </w:pict>
      </w:r>
      <w:r>
        <w:rPr>
          <w:noProof/>
        </w:rPr>
        <w:pict>
          <v:shape id="_x0000_s1071" type="#_x0000_t32" style="position:absolute;margin-left:474.75pt;margin-top:60pt;width:75pt;height:0;z-index:251648512" o:connectortype="straight"/>
        </w:pict>
      </w:r>
      <w:r>
        <w:rPr>
          <w:noProof/>
        </w:rPr>
        <w:pict>
          <v:roundrect id="_x0000_s1072" style="position:absolute;margin-left:474.75pt;margin-top:-6pt;width:75pt;height:129.75pt;z-index:251647488" arcsize="10923f">
            <v:textbox>
              <w:txbxContent>
                <w:p w:rsidR="003F5156" w:rsidRDefault="003F5156" w:rsidP="003D7136">
                  <w:pPr>
                    <w:jc w:val="center"/>
                  </w:pPr>
                  <w:r>
                    <w:br/>
                    <w:t>F1</w:t>
                  </w:r>
                  <w:r>
                    <w:br/>
                    <w:t>Generation</w:t>
                  </w:r>
                </w:p>
                <w:p w:rsidR="003F5156" w:rsidRDefault="003F5156" w:rsidP="003D7136"/>
                <w:p w:rsidR="003F5156" w:rsidRDefault="003F5156" w:rsidP="003D7136">
                  <w:r>
                    <w:t>Hybrids</w: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shape id="_x0000_s1073" type="#_x0000_t32" style="position:absolute;margin-left:277.5pt;margin-top:204pt;width:75pt;height:0;z-index:251640320" o:connectortype="straight"/>
        </w:pict>
      </w:r>
      <w:r>
        <w:rPr>
          <w:noProof/>
        </w:rPr>
        <w:pict>
          <v:roundrect id="_x0000_s1074" style="position:absolute;margin-left:277.5pt;margin-top:138pt;width:75pt;height:129.75pt;z-index:251639296" arcsize="10923f">
            <v:textbox>
              <w:txbxContent>
                <w:p w:rsidR="003F5156" w:rsidRDefault="003F5156"/>
                <w:p w:rsidR="003F5156" w:rsidRDefault="003F5156">
                  <w:r>
                    <w:rPr>
                      <w:sz w:val="18"/>
                      <w:szCs w:val="18"/>
                    </w:rPr>
                    <w:t xml:space="preserve">Intersection of </w:t>
                  </w:r>
                  <w:r w:rsidRPr="0004461D">
                    <w:rPr>
                      <w:sz w:val="18"/>
                      <w:szCs w:val="18"/>
                    </w:rPr>
                    <w:t>three planes</w:t>
                  </w:r>
                </w:p>
                <w:p w:rsidR="003F5156" w:rsidRPr="0004461D" w:rsidRDefault="003F5156" w:rsidP="0004461D">
                  <w:pPr>
                    <w:jc w:val="center"/>
                    <w:rPr>
                      <w:sz w:val="20"/>
                      <w:szCs w:val="28"/>
                    </w:rPr>
                  </w:pPr>
                  <w:r w:rsidRPr="0004461D">
                    <w:rPr>
                      <w:sz w:val="20"/>
                      <w:szCs w:val="28"/>
                    </w:rPr>
                    <w:t>a²  - 15 = 85</w:t>
                  </w:r>
                </w:p>
                <w:p w:rsidR="003F5156" w:rsidRPr="0004461D" w:rsidRDefault="003F5156" w:rsidP="0004461D">
                  <w:pPr>
                    <w:jc w:val="center"/>
                    <w:rPr>
                      <w:sz w:val="20"/>
                    </w:rPr>
                  </w:pPr>
                  <w:r w:rsidRPr="0004461D">
                    <w:rPr>
                      <w:sz w:val="20"/>
                      <w:szCs w:val="28"/>
                    </w:rPr>
                    <w:t>a = ?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75" type="#_x0000_t32" style="position:absolute;margin-left:178.5pt;margin-top:204pt;width:75pt;height:0;z-index:251638272" o:connectortype="straight"/>
        </w:pict>
      </w:r>
      <w:r>
        <w:rPr>
          <w:noProof/>
        </w:rPr>
        <w:pict>
          <v:roundrect id="_x0000_s1076" style="position:absolute;margin-left:178.5pt;margin-top:138pt;width:75pt;height:129.75pt;z-index:251637248" arcsize="10923f">
            <v:textbox>
              <w:txbxContent>
                <w:p w:rsidR="003F5156" w:rsidRDefault="003F5156"/>
                <w:p w:rsidR="003F5156" w:rsidRDefault="003F5156">
                  <w:r w:rsidRPr="006C29AD">
                    <w:rPr>
                      <w:noProof/>
                      <w:sz w:val="18"/>
                      <w:szCs w:val="18"/>
                    </w:rPr>
                    <w:pict>
                      <v:shape id="Picture 2" o:spid="_x0000_i1038" type="#_x0000_t75" style="width:54pt;height:29.25pt;visibility:visible">
                        <v:imagedata r:id="rId8" o:title=""/>
                      </v:shape>
                    </w:pict>
                  </w:r>
                </w:p>
                <w:p w:rsidR="003F5156" w:rsidRDefault="003F5156">
                  <w:r>
                    <w:t>Rate of Change</w: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shape id="_x0000_s1077" type="#_x0000_t32" style="position:absolute;margin-left:78pt;margin-top:201.75pt;width:75pt;height:0;z-index:251636224" o:connectortype="straight"/>
        </w:pict>
      </w:r>
      <w:r>
        <w:rPr>
          <w:noProof/>
        </w:rPr>
        <w:pict>
          <v:roundrect id="_x0000_s1078" style="position:absolute;margin-left:78pt;margin-top:135.75pt;width:75pt;height:129.75pt;z-index:251635200" arcsize="10923f">
            <v:textbox>
              <w:txbxContent>
                <w:p w:rsidR="003F5156" w:rsidRDefault="003F5156"/>
                <w:p w:rsidR="003F5156" w:rsidRDefault="003F5156" w:rsidP="00FC5C44">
                  <w:pPr>
                    <w:jc w:val="center"/>
                  </w:pPr>
                  <w:r>
                    <w:t>(Point)</w:t>
                  </w:r>
                </w:p>
                <w:p w:rsidR="003F5156" w:rsidRDefault="003F5156" w:rsidP="00FC5C44">
                  <w:pPr>
                    <w:spacing w:after="0" w:line="192" w:lineRule="auto"/>
                  </w:pPr>
                  <w:r>
                    <w:br/>
                    <w:t>a=   F</w:t>
                  </w:r>
                  <w:r>
                    <w:br/>
                    <w:t xml:space="preserve">      m</w:t>
                  </w:r>
                </w:p>
                <w:p w:rsidR="003F5156" w:rsidRDefault="003F5156" w:rsidP="00FC5C44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79" type="#_x0000_t32" style="position:absolute;margin-left:378pt;margin-top:206.25pt;width:75pt;height:0;z-index:251642368" o:connectortype="straight"/>
        </w:pict>
      </w:r>
      <w:r>
        <w:rPr>
          <w:noProof/>
        </w:rPr>
        <w:pict>
          <v:roundrect id="_x0000_s1080" style="position:absolute;margin-left:378pt;margin-top:140.25pt;width:75pt;height:129.75pt;z-index:251641344" arcsize="10923f">
            <v:textbox>
              <w:txbxContent>
                <w:p w:rsidR="003F5156" w:rsidRDefault="003F5156"/>
                <w:p w:rsidR="003F5156" w:rsidRDefault="003F5156" w:rsidP="00141567">
                  <w:r>
                    <w:t>VERTEX</w:t>
                  </w:r>
                </w:p>
                <w:p w:rsidR="003F5156" w:rsidRDefault="003F5156"/>
                <w:p w:rsidR="003F5156" w:rsidRDefault="003F5156">
                  <w:r>
                    <w:t>VERTEX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81" type="#_x0000_t32" style="position:absolute;margin-left:378pt;margin-top:60pt;width:75pt;height:0;z-index:251634176" o:connectortype="straight"/>
        </w:pict>
      </w:r>
      <w:r>
        <w:rPr>
          <w:noProof/>
        </w:rPr>
        <w:pict>
          <v:roundrect id="_x0000_s1082" style="position:absolute;margin-left:378pt;margin-top:-6pt;width:75pt;height:129.75pt;z-index:251633152" arcsize="10923f">
            <v:textbox>
              <w:txbxContent>
                <w:p w:rsidR="003F5156" w:rsidRDefault="003F5156" w:rsidP="003D7136">
                  <w:pPr>
                    <w:jc w:val="center"/>
                  </w:pPr>
                  <w:r>
                    <w:br/>
                    <w:t>P1 Generation</w:t>
                  </w:r>
                </w:p>
                <w:p w:rsidR="003F5156" w:rsidRDefault="003F5156"/>
                <w:p w:rsidR="003F5156" w:rsidRPr="0004461D" w:rsidRDefault="003F5156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pict>
                      <v:shape id="Picture 1" o:spid="_x0000_i1040" type="#_x0000_t75" style="width:31.5pt;height:24.75pt;visibility:visible">
                        <v:imagedata r:id="rId9" o:title=""/>
                      </v:shape>
                    </w:pic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83" type="#_x0000_t32" style="position:absolute;margin-left:277.5pt;margin-top:57.75pt;width:75pt;height:0;z-index:251632128" o:connectortype="straight"/>
        </w:pict>
      </w:r>
      <w:r>
        <w:rPr>
          <w:noProof/>
        </w:rPr>
        <w:pict>
          <v:roundrect id="_x0000_s1084" style="position:absolute;margin-left:277.5pt;margin-top:-8.25pt;width:75pt;height:129.75pt;z-index:251631104" arcsize="10923f">
            <v:textbox>
              <w:txbxContent>
                <w:p w:rsidR="003F5156" w:rsidRDefault="003F5156"/>
                <w:p w:rsidR="003F5156" w:rsidRDefault="003F5156">
                  <w:r>
                    <w:t>Tt X Tt</w:t>
                  </w:r>
                </w:p>
                <w:p w:rsidR="003F5156" w:rsidRPr="0004461D" w:rsidRDefault="003F5156" w:rsidP="00FC5C44">
                  <w:pPr>
                    <w:spacing w:line="216" w:lineRule="auto"/>
                  </w:pPr>
                  <w:r>
                    <w:br/>
                    <w:t xml:space="preserve">(  </w:t>
                  </w:r>
                  <w:r w:rsidRPr="0004461D">
                    <w:t xml:space="preserve">X </w:t>
                  </w:r>
                  <w:r>
                    <w:t xml:space="preserve">  </w:t>
                  </w:r>
                  <w:r w:rsidRPr="0004461D">
                    <w:t>)  =  5</w:t>
                  </w:r>
                  <w:r>
                    <w:br/>
                    <w:t xml:space="preserve">    2</w:t>
                  </w:r>
                </w:p>
                <w:p w:rsidR="003F5156" w:rsidRPr="0004461D" w:rsidRDefault="003F5156" w:rsidP="00FC5C44">
                  <w:pPr>
                    <w:spacing w:line="240" w:lineRule="auto"/>
                    <w:jc w:val="center"/>
                  </w:pPr>
                  <w:r w:rsidRPr="0004461D">
                    <w:t>X   =   ?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85" type="#_x0000_t32" style="position:absolute;margin-left:178.5pt;margin-top:57.75pt;width:75pt;height:0;z-index:251630080" o:connectortype="straight"/>
        </w:pict>
      </w:r>
      <w:r>
        <w:rPr>
          <w:noProof/>
        </w:rPr>
        <w:pict>
          <v:roundrect id="_x0000_s1086" style="position:absolute;margin-left:178.5pt;margin-top:-8.25pt;width:75pt;height:129.75pt;z-index:251629056" arcsize="10923f">
            <v:textbox>
              <w:txbxContent>
                <w:p w:rsidR="003F5156" w:rsidRDefault="003F5156" w:rsidP="00141567"/>
                <w:p w:rsidR="003F5156" w:rsidRDefault="003F5156" w:rsidP="00141567">
                  <w:r>
                    <w:t>TT X tt</w:t>
                  </w:r>
                </w:p>
                <w:p w:rsidR="003F5156" w:rsidRDefault="003F5156"/>
                <w:p w:rsidR="003F5156" w:rsidRDefault="003F5156">
                  <w:r>
                    <w:t>D : C</w:t>
                  </w:r>
                </w:p>
                <w:p w:rsidR="003F5156" w:rsidRDefault="003F5156"/>
              </w:txbxContent>
            </v:textbox>
          </v:roundrect>
        </w:pict>
      </w:r>
      <w:r>
        <w:rPr>
          <w:noProof/>
        </w:rPr>
        <w:pict>
          <v:shape id="_x0000_s1087" type="#_x0000_t32" style="position:absolute;margin-left:78pt;margin-top:55.5pt;width:75pt;height:0;z-index:251628032" o:connectortype="straight"/>
        </w:pict>
      </w:r>
      <w:r>
        <w:rPr>
          <w:noProof/>
        </w:rPr>
        <w:pict>
          <v:roundrect id="_x0000_s1088" style="position:absolute;margin-left:78pt;margin-top:-10.5pt;width:75pt;height:129.75pt;z-index:251627008" arcsize="10923f">
            <v:textbox>
              <w:txbxContent>
                <w:p w:rsidR="003F5156" w:rsidRDefault="003F5156"/>
                <w:p w:rsidR="003F5156" w:rsidRDefault="003F5156" w:rsidP="003D7136">
                  <w:r>
                    <w:t>Purebreds</w:t>
                  </w:r>
                </w:p>
                <w:p w:rsidR="003F5156" w:rsidRDefault="003F5156" w:rsidP="00FC5C44">
                  <w:pPr>
                    <w:spacing w:after="0" w:line="240" w:lineRule="auto"/>
                  </w:pPr>
                </w:p>
                <w:p w:rsidR="003F5156" w:rsidRDefault="003F5156" w:rsidP="00FC5C44">
                  <w:pPr>
                    <w:spacing w:after="0" w:line="192" w:lineRule="auto"/>
                  </w:pPr>
                  <w:r>
                    <w:t>m=  F</w:t>
                  </w:r>
                  <w:r>
                    <w:br/>
                    <w:t xml:space="preserve">        a</w:t>
                  </w:r>
                </w:p>
              </w:txbxContent>
            </v:textbox>
          </v:roundrect>
        </w:pict>
      </w:r>
      <w:bookmarkEnd w:id="0"/>
      <w:bookmarkEnd w:id="1"/>
    </w:p>
    <w:sectPr w:rsidR="003F5156" w:rsidSect="006330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005"/>
    <w:rsid w:val="00031D50"/>
    <w:rsid w:val="0004461D"/>
    <w:rsid w:val="00131748"/>
    <w:rsid w:val="00141567"/>
    <w:rsid w:val="00224F42"/>
    <w:rsid w:val="00285EE0"/>
    <w:rsid w:val="00297695"/>
    <w:rsid w:val="0032105B"/>
    <w:rsid w:val="00337628"/>
    <w:rsid w:val="00344A8F"/>
    <w:rsid w:val="003719CF"/>
    <w:rsid w:val="003D7136"/>
    <w:rsid w:val="003F5156"/>
    <w:rsid w:val="004909D3"/>
    <w:rsid w:val="0049379B"/>
    <w:rsid w:val="00572034"/>
    <w:rsid w:val="00572FFA"/>
    <w:rsid w:val="005D2B02"/>
    <w:rsid w:val="005F5D46"/>
    <w:rsid w:val="00601D82"/>
    <w:rsid w:val="00633005"/>
    <w:rsid w:val="006C29AD"/>
    <w:rsid w:val="006D7D2E"/>
    <w:rsid w:val="007649E2"/>
    <w:rsid w:val="00937461"/>
    <w:rsid w:val="00983C32"/>
    <w:rsid w:val="0099500A"/>
    <w:rsid w:val="00C45255"/>
    <w:rsid w:val="00C7085E"/>
    <w:rsid w:val="00C71530"/>
    <w:rsid w:val="00CC0636"/>
    <w:rsid w:val="00CC2598"/>
    <w:rsid w:val="00CE3776"/>
    <w:rsid w:val="00D3332D"/>
    <w:rsid w:val="00D75BE0"/>
    <w:rsid w:val="00DA1BEB"/>
    <w:rsid w:val="00DF7F20"/>
    <w:rsid w:val="00F643E6"/>
    <w:rsid w:val="00FC5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7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30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4461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FC5C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12</Words>
  <Characters>70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HISD</cp:lastModifiedBy>
  <cp:revision>4</cp:revision>
  <cp:lastPrinted>2009-02-03T20:19:00Z</cp:lastPrinted>
  <dcterms:created xsi:type="dcterms:W3CDTF">2009-02-03T20:20:00Z</dcterms:created>
  <dcterms:modified xsi:type="dcterms:W3CDTF">2009-02-04T17:53:00Z</dcterms:modified>
</cp:coreProperties>
</file>